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0BAFD" w14:textId="77777777" w:rsidR="00F13848" w:rsidRPr="00F13848" w:rsidRDefault="00F13848">
      <w:pPr>
        <w:rPr>
          <w:b/>
          <w:u w:val="single"/>
        </w:rPr>
      </w:pPr>
      <w:r>
        <w:rPr>
          <w:b/>
        </w:rPr>
        <w:tab/>
      </w:r>
      <w:r>
        <w:rPr>
          <w:b/>
        </w:rPr>
        <w:tab/>
      </w:r>
      <w:r>
        <w:rPr>
          <w:b/>
        </w:rPr>
        <w:tab/>
      </w:r>
      <w:r w:rsidRPr="00F13848">
        <w:rPr>
          <w:b/>
          <w:u w:val="single"/>
        </w:rPr>
        <w:t xml:space="preserve">Penned By </w:t>
      </w:r>
      <w:proofErr w:type="gramStart"/>
      <w:r w:rsidRPr="00F13848">
        <w:rPr>
          <w:b/>
          <w:u w:val="single"/>
        </w:rPr>
        <w:t>A</w:t>
      </w:r>
      <w:proofErr w:type="gramEnd"/>
      <w:r w:rsidRPr="00F13848">
        <w:rPr>
          <w:b/>
          <w:u w:val="single"/>
        </w:rPr>
        <w:t xml:space="preserve"> Prisoner – Daily Writing Challenge</w:t>
      </w:r>
    </w:p>
    <w:p w14:paraId="51D27106" w14:textId="77777777" w:rsidR="0064282D" w:rsidRPr="00495EFA" w:rsidRDefault="0064282D">
      <w:pPr>
        <w:rPr>
          <w:b/>
        </w:rPr>
      </w:pPr>
      <w:r w:rsidRPr="00495EFA">
        <w:rPr>
          <w:b/>
        </w:rPr>
        <w:t xml:space="preserve">Budding writer or got something to say? </w:t>
      </w:r>
    </w:p>
    <w:p w14:paraId="1146C95A" w14:textId="77777777" w:rsidR="0064282D" w:rsidRDefault="00495EFA">
      <w:r>
        <w:t>#</w:t>
      </w:r>
      <w:proofErr w:type="spellStart"/>
      <w:r>
        <w:t>PennedByAPrisoner</w:t>
      </w:r>
      <w:proofErr w:type="spellEnd"/>
      <w:r>
        <w:t xml:space="preserve"> is a writing project that helps you stay in touch with the community outside. It gives you the opportunity to share your thoughts, stories and poems with the world beyond the prison walls. </w:t>
      </w:r>
    </w:p>
    <w:p w14:paraId="63A730D3" w14:textId="77777777" w:rsidR="00B230C5" w:rsidRPr="00A15583" w:rsidRDefault="00A15583" w:rsidP="004B37B3">
      <w:r>
        <w:t>To take</w:t>
      </w:r>
      <w:r w:rsidR="00724A1B">
        <w:t xml:space="preserve"> part in </w:t>
      </w:r>
      <w:r w:rsidR="00724A1B" w:rsidRPr="00A15583">
        <w:t xml:space="preserve">the </w:t>
      </w:r>
      <w:r w:rsidRPr="00A15583">
        <w:rPr>
          <w:b/>
        </w:rPr>
        <w:t xml:space="preserve">Penned </w:t>
      </w:r>
      <w:proofErr w:type="gramStart"/>
      <w:r w:rsidRPr="00A15583">
        <w:rPr>
          <w:b/>
        </w:rPr>
        <w:t>By A</w:t>
      </w:r>
      <w:proofErr w:type="gramEnd"/>
      <w:r w:rsidRPr="00A15583">
        <w:rPr>
          <w:b/>
        </w:rPr>
        <w:t xml:space="preserve"> Prisoner </w:t>
      </w:r>
      <w:r>
        <w:rPr>
          <w:b/>
        </w:rPr>
        <w:t>d</w:t>
      </w:r>
      <w:r w:rsidR="00EE269F" w:rsidRPr="00A15583">
        <w:rPr>
          <w:b/>
        </w:rPr>
        <w:t>aily</w:t>
      </w:r>
      <w:r w:rsidR="00E8205C">
        <w:t xml:space="preserve"> </w:t>
      </w:r>
      <w:r>
        <w:rPr>
          <w:b/>
        </w:rPr>
        <w:t>w</w:t>
      </w:r>
      <w:r w:rsidR="00EE269F">
        <w:rPr>
          <w:b/>
        </w:rPr>
        <w:t xml:space="preserve">riting </w:t>
      </w:r>
      <w:r>
        <w:rPr>
          <w:b/>
        </w:rPr>
        <w:t>c</w:t>
      </w:r>
      <w:r w:rsidR="00E8205C" w:rsidRPr="00E8205C">
        <w:rPr>
          <w:b/>
        </w:rPr>
        <w:t>hallenge</w:t>
      </w:r>
      <w:r>
        <w:t>, set aside time each day to write</w:t>
      </w:r>
      <w:r w:rsidR="00272D1D">
        <w:t xml:space="preserve"> and follow the themes below</w:t>
      </w:r>
      <w:r>
        <w:t>. All you need is a pen, paper and imagination!</w:t>
      </w:r>
    </w:p>
    <w:tbl>
      <w:tblPr>
        <w:tblStyle w:val="TableGrid"/>
        <w:tblW w:w="0" w:type="auto"/>
        <w:tblLook w:val="04A0" w:firstRow="1" w:lastRow="0" w:firstColumn="1" w:lastColumn="0" w:noHBand="0" w:noVBand="1"/>
      </w:tblPr>
      <w:tblGrid>
        <w:gridCol w:w="2122"/>
        <w:gridCol w:w="6894"/>
      </w:tblGrid>
      <w:tr w:rsidR="00902974" w14:paraId="62C3015C" w14:textId="77777777">
        <w:tc>
          <w:tcPr>
            <w:tcW w:w="2122" w:type="dxa"/>
          </w:tcPr>
          <w:p w14:paraId="2008F229" w14:textId="77777777" w:rsidR="00902974" w:rsidRDefault="00872748" w:rsidP="004B37B3">
            <w:r>
              <w:rPr>
                <w:b/>
              </w:rPr>
              <w:t>Day 21</w:t>
            </w:r>
          </w:p>
          <w:p w14:paraId="123ECAC4" w14:textId="77777777" w:rsidR="00902974" w:rsidRDefault="00902974" w:rsidP="004B37B3"/>
          <w:p w14:paraId="0DF579B4" w14:textId="77777777" w:rsidR="00902974" w:rsidRDefault="00902974" w:rsidP="004B37B3"/>
        </w:tc>
        <w:tc>
          <w:tcPr>
            <w:tcW w:w="6894" w:type="dxa"/>
          </w:tcPr>
          <w:p w14:paraId="1D4AA038" w14:textId="77777777" w:rsidR="00902974" w:rsidRPr="00902974" w:rsidRDefault="00902974" w:rsidP="00902974">
            <w:pPr>
              <w:rPr>
                <w:b/>
              </w:rPr>
            </w:pPr>
            <w:r>
              <w:rPr>
                <w:b/>
              </w:rPr>
              <w:t>Theme:</w:t>
            </w:r>
            <w:r w:rsidR="006836B2">
              <w:rPr>
                <w:b/>
              </w:rPr>
              <w:t xml:space="preserve"> Food</w:t>
            </w:r>
          </w:p>
          <w:p w14:paraId="52F1562A" w14:textId="77777777" w:rsidR="00902974" w:rsidRPr="00902974" w:rsidRDefault="00902974" w:rsidP="00902974">
            <w:pPr>
              <w:rPr>
                <w:b/>
              </w:rPr>
            </w:pPr>
          </w:p>
          <w:p w14:paraId="0F837096" w14:textId="77777777" w:rsidR="00902974" w:rsidRDefault="00834C39" w:rsidP="00872748">
            <w:pPr>
              <w:rPr>
                <w:i/>
              </w:rPr>
            </w:pPr>
            <w:r>
              <w:rPr>
                <w:b/>
              </w:rPr>
              <w:t xml:space="preserve">Definition: </w:t>
            </w:r>
            <w:r w:rsidRPr="00834C39">
              <w:rPr>
                <w:i/>
              </w:rPr>
              <w:t xml:space="preserve">Something that people or animals eat, or plants absorb, to keep them alive.  </w:t>
            </w:r>
          </w:p>
          <w:p w14:paraId="4082F07A" w14:textId="77777777" w:rsidR="00902974" w:rsidRPr="0087457B" w:rsidRDefault="00902974" w:rsidP="00902974">
            <w:pPr>
              <w:rPr>
                <w:i/>
              </w:rPr>
            </w:pPr>
          </w:p>
          <w:p w14:paraId="7A5044D2" w14:textId="77777777" w:rsidR="00902974" w:rsidRDefault="00902974" w:rsidP="00902974">
            <w:r>
              <w:rPr>
                <w:b/>
              </w:rPr>
              <w:t xml:space="preserve">Writing tips: </w:t>
            </w:r>
            <w:r w:rsidR="00834C39">
              <w:t xml:space="preserve">Think about your favourite dish and write the recipe to make it. </w:t>
            </w:r>
            <w:r w:rsidR="00CD7CB9">
              <w:t>Tell the story - w</w:t>
            </w:r>
            <w:r w:rsidR="00834C39">
              <w:t xml:space="preserve">hy do you enjoy it? Do you associate it with a particular person or time in your life? Food plays an important role in cultural identity – </w:t>
            </w:r>
            <w:r w:rsidR="00CD7CB9">
              <w:t xml:space="preserve">does this dish give a sense of belonging to a community?  </w:t>
            </w:r>
          </w:p>
          <w:p w14:paraId="746D1795" w14:textId="77777777" w:rsidR="00902974" w:rsidRDefault="00902974" w:rsidP="00902974"/>
          <w:p w14:paraId="182EB388" w14:textId="77777777" w:rsidR="00CD7CB9" w:rsidRDefault="00CD7CB9" w:rsidP="00CD7CB9">
            <w:r>
              <w:t xml:space="preserve">If you like creative writing, write a poem in celebration of your favourite food. It can be humorous – have fun with it! </w:t>
            </w:r>
          </w:p>
          <w:p w14:paraId="52AA1A62" w14:textId="77777777" w:rsidR="00CD7CB9" w:rsidRDefault="00CD7CB9" w:rsidP="00CD7CB9"/>
        </w:tc>
      </w:tr>
      <w:tr w:rsidR="00902974" w14:paraId="60947005" w14:textId="77777777">
        <w:tc>
          <w:tcPr>
            <w:tcW w:w="2122" w:type="dxa"/>
          </w:tcPr>
          <w:p w14:paraId="6E180581" w14:textId="77777777" w:rsidR="00902974" w:rsidRPr="00E8205C" w:rsidRDefault="00872748" w:rsidP="004B37B3">
            <w:pPr>
              <w:rPr>
                <w:b/>
              </w:rPr>
            </w:pPr>
            <w:r>
              <w:rPr>
                <w:b/>
              </w:rPr>
              <w:t>Day 22</w:t>
            </w:r>
          </w:p>
        </w:tc>
        <w:tc>
          <w:tcPr>
            <w:tcW w:w="6894" w:type="dxa"/>
          </w:tcPr>
          <w:p w14:paraId="2A9812F6" w14:textId="77777777" w:rsidR="00902974" w:rsidRDefault="00902974" w:rsidP="00902974">
            <w:pPr>
              <w:rPr>
                <w:b/>
              </w:rPr>
            </w:pPr>
            <w:r>
              <w:rPr>
                <w:b/>
              </w:rPr>
              <w:t xml:space="preserve">Theme: </w:t>
            </w:r>
            <w:r w:rsidR="006836B2">
              <w:rPr>
                <w:b/>
              </w:rPr>
              <w:t xml:space="preserve">Build </w:t>
            </w:r>
          </w:p>
          <w:p w14:paraId="271C2CD4" w14:textId="77777777" w:rsidR="00902974" w:rsidRPr="00902974" w:rsidRDefault="00902974" w:rsidP="00902974">
            <w:pPr>
              <w:rPr>
                <w:b/>
              </w:rPr>
            </w:pPr>
          </w:p>
          <w:p w14:paraId="7EF08319" w14:textId="77777777" w:rsidR="00902974" w:rsidRDefault="00902974" w:rsidP="00902974">
            <w:pPr>
              <w:rPr>
                <w:i/>
              </w:rPr>
            </w:pPr>
            <w:r>
              <w:rPr>
                <w:b/>
              </w:rPr>
              <w:t xml:space="preserve">Definition: </w:t>
            </w:r>
            <w:r w:rsidR="00010032">
              <w:rPr>
                <w:i/>
              </w:rPr>
              <w:t xml:space="preserve">1. Construct something by putting parts or material together. </w:t>
            </w:r>
          </w:p>
          <w:p w14:paraId="6BE25E39" w14:textId="77777777" w:rsidR="00010032" w:rsidRPr="00010032" w:rsidRDefault="00010032" w:rsidP="00902974">
            <w:pPr>
              <w:rPr>
                <w:i/>
              </w:rPr>
            </w:pPr>
            <w:r>
              <w:rPr>
                <w:i/>
              </w:rPr>
              <w:t xml:space="preserve">2. Make or become stronger or more intense e.g. “We built up confidence in our abilities”. </w:t>
            </w:r>
          </w:p>
          <w:p w14:paraId="6645B28E" w14:textId="77777777" w:rsidR="00E8205C" w:rsidRDefault="00E8205C" w:rsidP="00902974">
            <w:pPr>
              <w:rPr>
                <w:i/>
              </w:rPr>
            </w:pPr>
          </w:p>
          <w:p w14:paraId="1ADFE98C" w14:textId="77777777" w:rsidR="00902974" w:rsidRDefault="00010032" w:rsidP="00902974">
            <w:pPr>
              <w:rPr>
                <w:b/>
              </w:rPr>
            </w:pPr>
            <w:r>
              <w:rPr>
                <w:b/>
              </w:rPr>
              <w:t xml:space="preserve">Writing tips: </w:t>
            </w:r>
            <w:r w:rsidR="00C875A8" w:rsidRPr="00E6365A">
              <w:t xml:space="preserve">You are a shipbuilder. Design your ship </w:t>
            </w:r>
            <w:r w:rsidR="00E6365A" w:rsidRPr="00E6365A">
              <w:t>(you may wish to accompany your writing with drawings). Is it big or small? Does it have a sail and masts? What does below deck look like? Is there a kitchen and cabins? What kind of journey</w:t>
            </w:r>
            <w:r w:rsidR="00A63473">
              <w:t>s</w:t>
            </w:r>
            <w:r w:rsidR="00E6365A" w:rsidRPr="00E6365A">
              <w:t xml:space="preserve"> is the ship designed for – long or short? Where will the ship take you?</w:t>
            </w:r>
            <w:r w:rsidR="00E6365A">
              <w:rPr>
                <w:b/>
              </w:rPr>
              <w:t xml:space="preserve"> </w:t>
            </w:r>
          </w:p>
          <w:p w14:paraId="1B0F7248" w14:textId="77777777" w:rsidR="00E6365A" w:rsidRDefault="00E6365A" w:rsidP="00902974">
            <w:pPr>
              <w:rPr>
                <w:b/>
              </w:rPr>
            </w:pPr>
          </w:p>
          <w:p w14:paraId="3AA00681" w14:textId="77777777" w:rsidR="00E8205C" w:rsidRDefault="00E6365A" w:rsidP="00902974">
            <w:r w:rsidRPr="00E6365A">
              <w:t xml:space="preserve">If you like </w:t>
            </w:r>
            <w:r>
              <w:t xml:space="preserve">creative writing, write a story about a singer or musician who </w:t>
            </w:r>
            <w:r w:rsidR="003B4D98">
              <w:t xml:space="preserve">had to build up the </w:t>
            </w:r>
            <w:r>
              <w:t xml:space="preserve">confidence to perform on stage. </w:t>
            </w:r>
          </w:p>
          <w:p w14:paraId="28264E3E" w14:textId="77777777" w:rsidR="00902974" w:rsidRDefault="00902974" w:rsidP="004B37B3"/>
        </w:tc>
      </w:tr>
      <w:tr w:rsidR="00902974" w14:paraId="20CC6FBA" w14:textId="77777777">
        <w:tc>
          <w:tcPr>
            <w:tcW w:w="2122" w:type="dxa"/>
          </w:tcPr>
          <w:p w14:paraId="399A654E" w14:textId="77777777" w:rsidR="00902974" w:rsidRPr="00E8205C" w:rsidRDefault="00872748" w:rsidP="004B37B3">
            <w:pPr>
              <w:rPr>
                <w:b/>
              </w:rPr>
            </w:pPr>
            <w:r>
              <w:rPr>
                <w:b/>
              </w:rPr>
              <w:t>Day 23</w:t>
            </w:r>
          </w:p>
        </w:tc>
        <w:tc>
          <w:tcPr>
            <w:tcW w:w="6894" w:type="dxa"/>
          </w:tcPr>
          <w:p w14:paraId="732D33FB" w14:textId="77777777" w:rsidR="00AC7D0A" w:rsidRDefault="00E8205C" w:rsidP="00E8205C">
            <w:pPr>
              <w:rPr>
                <w:b/>
              </w:rPr>
            </w:pPr>
            <w:r>
              <w:rPr>
                <w:b/>
              </w:rPr>
              <w:t xml:space="preserve">Theme: </w:t>
            </w:r>
            <w:r w:rsidR="006836B2">
              <w:rPr>
                <w:b/>
              </w:rPr>
              <w:t xml:space="preserve">Family </w:t>
            </w:r>
          </w:p>
          <w:p w14:paraId="28300B70" w14:textId="77777777" w:rsidR="00AC7D0A" w:rsidRDefault="00AC7D0A" w:rsidP="00E8205C">
            <w:pPr>
              <w:rPr>
                <w:b/>
              </w:rPr>
            </w:pPr>
          </w:p>
          <w:p w14:paraId="563386DA" w14:textId="77777777" w:rsidR="00AC7D0A" w:rsidRDefault="00AC7D0A" w:rsidP="00E8205C">
            <w:pPr>
              <w:rPr>
                <w:b/>
              </w:rPr>
            </w:pPr>
            <w:r>
              <w:rPr>
                <w:b/>
              </w:rPr>
              <w:t xml:space="preserve">Definition: </w:t>
            </w:r>
            <w:r w:rsidRPr="00AC7D0A">
              <w:rPr>
                <w:i/>
              </w:rPr>
              <w:t>A group of people - usually parent(s), children, aunties, uncles, grandparents, cousins - who may or may not be biologically related and may or may not live in the same household.</w:t>
            </w:r>
            <w:r>
              <w:rPr>
                <w:b/>
              </w:rPr>
              <w:t xml:space="preserve"> </w:t>
            </w:r>
          </w:p>
          <w:p w14:paraId="11C937C2" w14:textId="77777777" w:rsidR="00AC7D0A" w:rsidRDefault="00AC7D0A" w:rsidP="00E8205C">
            <w:pPr>
              <w:rPr>
                <w:b/>
              </w:rPr>
            </w:pPr>
          </w:p>
          <w:p w14:paraId="6F6CC9CB" w14:textId="77777777" w:rsidR="00E8205C" w:rsidRDefault="00AC7D0A" w:rsidP="00E8205C">
            <w:r>
              <w:rPr>
                <w:b/>
              </w:rPr>
              <w:t xml:space="preserve">Writing tips: </w:t>
            </w:r>
            <w:r w:rsidR="00E77140">
              <w:t>Write to a family member, friend or loved one on the outside</w:t>
            </w:r>
            <w:r w:rsidR="00A63473">
              <w:t xml:space="preserve">. </w:t>
            </w:r>
            <w:r w:rsidR="00E77140">
              <w:t xml:space="preserve">Remember to use your free weekly letter! </w:t>
            </w:r>
            <w:r w:rsidR="00A63473">
              <w:t xml:space="preserve">Many of us don’t write letters anymore, so it may be a challenge to think about what to say on paper. </w:t>
            </w:r>
          </w:p>
          <w:p w14:paraId="3B86530D" w14:textId="77777777" w:rsidR="00A63473" w:rsidRDefault="00A63473" w:rsidP="00E8205C"/>
          <w:p w14:paraId="2B2CFF8D" w14:textId="77777777" w:rsidR="00A63473" w:rsidRPr="00AA0D9D" w:rsidRDefault="00A63473" w:rsidP="00E8205C">
            <w:r>
              <w:t xml:space="preserve">PACT, a charity that support people in prison and their families, have shared some tips for </w:t>
            </w:r>
            <w:r w:rsidRPr="00AA0D9D">
              <w:t xml:space="preserve">things to write about: </w:t>
            </w:r>
          </w:p>
          <w:p w14:paraId="7854984A" w14:textId="77777777" w:rsidR="00A63473" w:rsidRPr="00AA0D9D" w:rsidRDefault="00A63473" w:rsidP="00BE310A">
            <w:pPr>
              <w:pStyle w:val="ListParagraph"/>
              <w:numPr>
                <w:ilvl w:val="0"/>
                <w:numId w:val="7"/>
              </w:numPr>
              <w:rPr>
                <w:rFonts w:ascii="Calibri" w:eastAsia="Times New Roman" w:hAnsi="Calibri" w:cs="Calibri"/>
                <w:color w:val="000000" w:themeColor="text1"/>
                <w:lang w:eastAsia="en-GB"/>
              </w:rPr>
            </w:pPr>
            <w:r w:rsidRPr="00AA0D9D">
              <w:rPr>
                <w:rFonts w:ascii="Calibri" w:eastAsia="Times New Roman" w:hAnsi="Calibri" w:cs="Calibri"/>
                <w:color w:val="000000" w:themeColor="text1"/>
                <w:lang w:eastAsia="en-GB"/>
              </w:rPr>
              <w:lastRenderedPageBreak/>
              <w:t xml:space="preserve">Introduce yourself (as the person you </w:t>
            </w:r>
            <w:r w:rsidR="00F36432" w:rsidRPr="00AA0D9D">
              <w:rPr>
                <w:rFonts w:ascii="Calibri" w:eastAsia="Times New Roman" w:hAnsi="Calibri" w:cs="Calibri"/>
                <w:color w:val="000000" w:themeColor="text1"/>
                <w:lang w:eastAsia="en-GB"/>
              </w:rPr>
              <w:t>are now, if you haven’t spoken recently).</w:t>
            </w:r>
          </w:p>
          <w:p w14:paraId="04F56146" w14:textId="77777777" w:rsidR="00BE310A" w:rsidRDefault="00F36432" w:rsidP="00BE310A">
            <w:pPr>
              <w:pStyle w:val="ListParagraph"/>
              <w:numPr>
                <w:ilvl w:val="0"/>
                <w:numId w:val="7"/>
              </w:numPr>
              <w:rPr>
                <w:rFonts w:ascii="Calibri" w:eastAsia="Times New Roman" w:hAnsi="Calibri" w:cs="Calibri"/>
                <w:color w:val="000000" w:themeColor="text1"/>
                <w:lang w:eastAsia="en-GB"/>
              </w:rPr>
            </w:pPr>
            <w:r w:rsidRPr="00AA0D9D">
              <w:rPr>
                <w:rFonts w:ascii="Calibri" w:eastAsia="Times New Roman" w:hAnsi="Calibri" w:cs="Calibri"/>
                <w:color w:val="000000" w:themeColor="text1"/>
                <w:lang w:eastAsia="en-GB"/>
              </w:rPr>
              <w:t xml:space="preserve">Talk about a positive, shared </w:t>
            </w:r>
            <w:r w:rsidR="00A63473" w:rsidRPr="00AA0D9D">
              <w:rPr>
                <w:rFonts w:ascii="Calibri" w:eastAsia="Times New Roman" w:hAnsi="Calibri" w:cs="Calibri"/>
                <w:color w:val="000000" w:themeColor="text1"/>
                <w:lang w:eastAsia="en-GB"/>
              </w:rPr>
              <w:t>experience. </w:t>
            </w:r>
          </w:p>
          <w:p w14:paraId="39A363D9" w14:textId="77777777" w:rsidR="00BE310A" w:rsidRDefault="00F36432" w:rsidP="00BE310A">
            <w:pPr>
              <w:pStyle w:val="ListParagraph"/>
              <w:numPr>
                <w:ilvl w:val="0"/>
                <w:numId w:val="7"/>
              </w:numPr>
              <w:rPr>
                <w:rFonts w:ascii="Calibri" w:eastAsia="Times New Roman" w:hAnsi="Calibri" w:cs="Calibri"/>
                <w:color w:val="000000" w:themeColor="text1"/>
                <w:lang w:eastAsia="en-GB"/>
              </w:rPr>
            </w:pPr>
            <w:r w:rsidRPr="00BE310A">
              <w:rPr>
                <w:rFonts w:ascii="Calibri" w:eastAsia="Times New Roman" w:hAnsi="Calibri" w:cs="Calibri"/>
                <w:color w:val="000000" w:themeColor="text1"/>
                <w:lang w:eastAsia="en-GB"/>
              </w:rPr>
              <w:t>If you have been in regular contact, discuss</w:t>
            </w:r>
            <w:r w:rsidR="00A63473" w:rsidRPr="00BE310A">
              <w:rPr>
                <w:rFonts w:ascii="Calibri" w:eastAsia="Times New Roman" w:hAnsi="Calibri" w:cs="Calibri"/>
                <w:color w:val="000000" w:themeColor="text1"/>
                <w:lang w:eastAsia="en-GB"/>
              </w:rPr>
              <w:t xml:space="preserve"> something </w:t>
            </w:r>
            <w:r w:rsidRPr="00BE310A">
              <w:rPr>
                <w:rFonts w:ascii="Calibri" w:eastAsia="Times New Roman" w:hAnsi="Calibri" w:cs="Calibri"/>
                <w:color w:val="000000" w:themeColor="text1"/>
                <w:lang w:eastAsia="en-GB"/>
              </w:rPr>
              <w:t xml:space="preserve">    </w:t>
            </w:r>
            <w:r w:rsidR="007E0DD4" w:rsidRPr="00BE310A">
              <w:rPr>
                <w:rFonts w:ascii="Calibri" w:eastAsia="Times New Roman" w:hAnsi="Calibri" w:cs="Calibri"/>
                <w:color w:val="000000" w:themeColor="text1"/>
                <w:lang w:eastAsia="en-GB"/>
              </w:rPr>
              <w:t xml:space="preserve">     </w:t>
            </w:r>
            <w:r w:rsidR="00A63473" w:rsidRPr="00BE310A">
              <w:rPr>
                <w:rFonts w:ascii="Calibri" w:eastAsia="Times New Roman" w:hAnsi="Calibri" w:cs="Calibri"/>
                <w:color w:val="000000" w:themeColor="text1"/>
                <w:lang w:eastAsia="en-GB"/>
              </w:rPr>
              <w:t>positive that has happened to them recently (job role, education, training, fitness).</w:t>
            </w:r>
          </w:p>
          <w:p w14:paraId="51252AAF" w14:textId="77777777" w:rsidR="00BE310A" w:rsidRDefault="00A63473" w:rsidP="00BE310A">
            <w:pPr>
              <w:pStyle w:val="ListParagraph"/>
              <w:numPr>
                <w:ilvl w:val="0"/>
                <w:numId w:val="7"/>
              </w:numPr>
              <w:rPr>
                <w:rFonts w:ascii="Calibri" w:eastAsia="Times New Roman" w:hAnsi="Calibri" w:cs="Calibri"/>
                <w:color w:val="000000" w:themeColor="text1"/>
                <w:lang w:eastAsia="en-GB"/>
              </w:rPr>
            </w:pPr>
            <w:r w:rsidRPr="00BE310A">
              <w:rPr>
                <w:rFonts w:ascii="Calibri" w:eastAsia="Times New Roman" w:hAnsi="Calibri" w:cs="Calibri"/>
                <w:color w:val="000000" w:themeColor="text1"/>
                <w:lang w:eastAsia="en-GB"/>
              </w:rPr>
              <w:t>Menti</w:t>
            </w:r>
            <w:r w:rsidR="004E36D5" w:rsidRPr="00BE310A">
              <w:rPr>
                <w:rFonts w:ascii="Calibri" w:eastAsia="Times New Roman" w:hAnsi="Calibri" w:cs="Calibri"/>
                <w:color w:val="000000" w:themeColor="text1"/>
                <w:lang w:eastAsia="en-GB"/>
              </w:rPr>
              <w:t>on a mutual family member/loved</w:t>
            </w:r>
            <w:r w:rsidR="007E0DD4" w:rsidRPr="00BE310A">
              <w:rPr>
                <w:rFonts w:ascii="Calibri" w:eastAsia="Times New Roman" w:hAnsi="Calibri" w:cs="Calibri"/>
                <w:color w:val="000000" w:themeColor="text1"/>
                <w:lang w:eastAsia="en-GB"/>
              </w:rPr>
              <w:t xml:space="preserve"> </w:t>
            </w:r>
            <w:r w:rsidR="009B79EC" w:rsidRPr="00BE310A">
              <w:rPr>
                <w:rFonts w:ascii="Calibri" w:eastAsia="Times New Roman" w:hAnsi="Calibri" w:cs="Calibri"/>
                <w:color w:val="000000" w:themeColor="text1"/>
                <w:lang w:eastAsia="en-GB"/>
              </w:rPr>
              <w:t xml:space="preserve">one/acquaintance – perhaps ask how they are doing. </w:t>
            </w:r>
          </w:p>
          <w:p w14:paraId="22E76C3E" w14:textId="19E364B4" w:rsidR="00A63473" w:rsidRPr="00BE310A" w:rsidRDefault="009B79EC" w:rsidP="00BE310A">
            <w:pPr>
              <w:pStyle w:val="ListParagraph"/>
              <w:numPr>
                <w:ilvl w:val="0"/>
                <w:numId w:val="7"/>
              </w:numPr>
              <w:rPr>
                <w:rFonts w:ascii="Calibri" w:eastAsia="Times New Roman" w:hAnsi="Calibri" w:cs="Calibri"/>
                <w:color w:val="000000" w:themeColor="text1"/>
                <w:lang w:eastAsia="en-GB"/>
              </w:rPr>
            </w:pPr>
            <w:r w:rsidRPr="00BE310A">
              <w:rPr>
                <w:rFonts w:ascii="Calibri" w:eastAsia="Times New Roman" w:hAnsi="Calibri" w:cs="Calibri"/>
                <w:color w:val="000000" w:themeColor="text1"/>
                <w:lang w:eastAsia="en-GB"/>
              </w:rPr>
              <w:t xml:space="preserve">Discuss a book you are reading. </w:t>
            </w:r>
          </w:p>
          <w:p w14:paraId="23303A3A" w14:textId="77777777" w:rsidR="006B4075" w:rsidRDefault="006B4075" w:rsidP="00A63473">
            <w:pPr>
              <w:rPr>
                <w:rFonts w:ascii="Calibri" w:eastAsia="Times New Roman" w:hAnsi="Calibri" w:cs="Calibri"/>
                <w:color w:val="000000" w:themeColor="text1"/>
                <w:lang w:eastAsia="en-GB"/>
              </w:rPr>
            </w:pPr>
          </w:p>
          <w:p w14:paraId="0C36834A" w14:textId="77777777" w:rsidR="006B4075" w:rsidRPr="006B4075" w:rsidRDefault="006B4075" w:rsidP="00A63473">
            <w:pPr>
              <w:rPr>
                <w:rFonts w:ascii="Calibri" w:eastAsia="Times New Roman" w:hAnsi="Calibri" w:cs="Calibri"/>
                <w:b/>
                <w:color w:val="212121"/>
                <w:lang w:eastAsia="en-GB"/>
              </w:rPr>
            </w:pPr>
            <w:r w:rsidRPr="006B4075">
              <w:rPr>
                <w:rFonts w:ascii="Calibri" w:eastAsia="Times New Roman" w:hAnsi="Calibri" w:cs="Calibri"/>
                <w:b/>
                <w:color w:val="000000" w:themeColor="text1"/>
                <w:lang w:eastAsia="en-GB"/>
              </w:rPr>
              <w:t xml:space="preserve">If you have loved ones on the outside, they can contact PACT on the national family helpline - 0808 808 2003. </w:t>
            </w:r>
          </w:p>
          <w:p w14:paraId="2257548C" w14:textId="77777777" w:rsidR="00E8205C" w:rsidRDefault="00E8205C" w:rsidP="00E8205C"/>
          <w:p w14:paraId="0B534E36" w14:textId="77777777" w:rsidR="009309A1" w:rsidRDefault="00872748" w:rsidP="00E77140">
            <w:r>
              <w:t xml:space="preserve">If you like creative writing </w:t>
            </w:r>
            <w:r w:rsidR="00E77140">
              <w:t xml:space="preserve">or would prefer not to write to someone outside, write a letter to someone you admire in history. Why do you like them? Perhaps they are a famous musician, artist or civil rights activist. Tell them how they have inspired you. If you could ask them three questions what would they be? </w:t>
            </w:r>
          </w:p>
          <w:p w14:paraId="15EC2ECF" w14:textId="77777777" w:rsidR="00E77140" w:rsidRDefault="00E77140" w:rsidP="00E77140"/>
        </w:tc>
      </w:tr>
      <w:tr w:rsidR="00A15583" w14:paraId="50EA0B93" w14:textId="77777777">
        <w:tc>
          <w:tcPr>
            <w:tcW w:w="2122" w:type="dxa"/>
          </w:tcPr>
          <w:p w14:paraId="5DE6F2B5" w14:textId="77777777" w:rsidR="00A15583" w:rsidRDefault="00F36432" w:rsidP="00BF0C75">
            <w:r>
              <w:rPr>
                <w:b/>
              </w:rPr>
              <w:lastRenderedPageBreak/>
              <w:t xml:space="preserve"> </w:t>
            </w:r>
          </w:p>
          <w:p w14:paraId="7FF9F62C" w14:textId="77777777" w:rsidR="00A15583" w:rsidRDefault="00A15583" w:rsidP="00BF0C75"/>
        </w:tc>
        <w:tc>
          <w:tcPr>
            <w:tcW w:w="6894" w:type="dxa"/>
          </w:tcPr>
          <w:p w14:paraId="3365EFD2" w14:textId="77777777" w:rsidR="00A15583" w:rsidRDefault="00A15583" w:rsidP="00BF0C75">
            <w:pPr>
              <w:rPr>
                <w:b/>
              </w:rPr>
            </w:pPr>
            <w:r>
              <w:rPr>
                <w:b/>
              </w:rPr>
              <w:t xml:space="preserve">Theme: </w:t>
            </w:r>
            <w:r w:rsidR="00253CFF">
              <w:rPr>
                <w:b/>
              </w:rPr>
              <w:t xml:space="preserve">Shadow </w:t>
            </w:r>
          </w:p>
          <w:p w14:paraId="68AE0C40" w14:textId="77777777" w:rsidR="00872748" w:rsidRPr="00902974" w:rsidRDefault="00872748" w:rsidP="00BF0C75">
            <w:pPr>
              <w:rPr>
                <w:b/>
              </w:rPr>
            </w:pPr>
          </w:p>
          <w:p w14:paraId="7818DF98" w14:textId="77777777" w:rsidR="00A15583" w:rsidRDefault="00612136" w:rsidP="00BF0C75">
            <w:pPr>
              <w:rPr>
                <w:b/>
              </w:rPr>
            </w:pPr>
            <w:r>
              <w:rPr>
                <w:b/>
              </w:rPr>
              <w:t>Definition:</w:t>
            </w:r>
            <w:r w:rsidRPr="00253CFF">
              <w:rPr>
                <w:i/>
              </w:rPr>
              <w:t xml:space="preserve"> </w:t>
            </w:r>
            <w:r w:rsidR="00253CFF" w:rsidRPr="00253CFF">
              <w:rPr>
                <w:i/>
              </w:rPr>
              <w:t>1. Observe someone in a workplace to learn about their job.</w:t>
            </w:r>
            <w:r w:rsidR="00253CFF">
              <w:rPr>
                <w:b/>
              </w:rPr>
              <w:t xml:space="preserve"> </w:t>
            </w:r>
          </w:p>
          <w:p w14:paraId="6D46BD15" w14:textId="77777777" w:rsidR="00253CFF" w:rsidRPr="00253CFF" w:rsidRDefault="00253CFF" w:rsidP="00BF0C75">
            <w:pPr>
              <w:rPr>
                <w:i/>
              </w:rPr>
            </w:pPr>
            <w:r w:rsidRPr="00253CFF">
              <w:rPr>
                <w:i/>
              </w:rPr>
              <w:t xml:space="preserve">2. </w:t>
            </w:r>
            <w:r>
              <w:rPr>
                <w:i/>
              </w:rPr>
              <w:t xml:space="preserve">A dark shape produced by a body coming between rays of light and a surface e.g. “The trees cast long shadows”. </w:t>
            </w:r>
          </w:p>
          <w:p w14:paraId="4DD0BA00" w14:textId="77777777" w:rsidR="00A15583" w:rsidRPr="0087457B" w:rsidRDefault="00A15583" w:rsidP="00BF0C75">
            <w:pPr>
              <w:rPr>
                <w:i/>
              </w:rPr>
            </w:pPr>
          </w:p>
          <w:p w14:paraId="5B7C7714" w14:textId="77777777" w:rsidR="00612136" w:rsidRDefault="00A15583" w:rsidP="00BF0C75">
            <w:r>
              <w:rPr>
                <w:b/>
              </w:rPr>
              <w:t xml:space="preserve">Writing tips: </w:t>
            </w:r>
            <w:r w:rsidR="00253CFF">
              <w:t xml:space="preserve">Job shadowing is when you follow someone in their workplace to learn about their job and what they do. If you could shadow any job in the world, which one would you choose and why? Next, write down the steps you need to take to get that job. </w:t>
            </w:r>
            <w:r w:rsidR="00627619">
              <w:t xml:space="preserve">How will you start the journey necessary to help get you there? </w:t>
            </w:r>
          </w:p>
          <w:p w14:paraId="50F11561" w14:textId="77777777" w:rsidR="00627619" w:rsidRDefault="00627619" w:rsidP="00BF0C75"/>
          <w:p w14:paraId="4BCDFF48" w14:textId="77777777" w:rsidR="00872748" w:rsidRDefault="00627619" w:rsidP="00BF0C75">
            <w:r>
              <w:t xml:space="preserve">If you like creative writing, write a story about a shadow that escapes from its owner. Where does it go and does the owner find their shadow in the end? </w:t>
            </w:r>
          </w:p>
          <w:p w14:paraId="38C74D37" w14:textId="77777777" w:rsidR="00872748" w:rsidRDefault="00872748" w:rsidP="00AA0D9D"/>
        </w:tc>
      </w:tr>
      <w:tr w:rsidR="00A15583" w14:paraId="30B8BA1A" w14:textId="77777777">
        <w:tc>
          <w:tcPr>
            <w:tcW w:w="2122" w:type="dxa"/>
          </w:tcPr>
          <w:p w14:paraId="3DCAE304" w14:textId="77777777" w:rsidR="00A15583" w:rsidRPr="00E8205C" w:rsidRDefault="00A15583" w:rsidP="00BF0C75">
            <w:pPr>
              <w:rPr>
                <w:b/>
              </w:rPr>
            </w:pPr>
            <w:r>
              <w:rPr>
                <w:b/>
              </w:rPr>
              <w:t xml:space="preserve">Day </w:t>
            </w:r>
            <w:r w:rsidR="00872748">
              <w:rPr>
                <w:b/>
              </w:rPr>
              <w:t>2</w:t>
            </w:r>
            <w:r>
              <w:rPr>
                <w:b/>
              </w:rPr>
              <w:t>5</w:t>
            </w:r>
          </w:p>
        </w:tc>
        <w:tc>
          <w:tcPr>
            <w:tcW w:w="6894" w:type="dxa"/>
          </w:tcPr>
          <w:p w14:paraId="2B73D769" w14:textId="77777777" w:rsidR="00A15583" w:rsidRDefault="00872748" w:rsidP="00BF0C75">
            <w:pPr>
              <w:rPr>
                <w:b/>
              </w:rPr>
            </w:pPr>
            <w:r>
              <w:rPr>
                <w:b/>
              </w:rPr>
              <w:t xml:space="preserve">Theme: </w:t>
            </w:r>
            <w:r w:rsidR="006706E0">
              <w:rPr>
                <w:b/>
              </w:rPr>
              <w:t xml:space="preserve">Adventure </w:t>
            </w:r>
          </w:p>
          <w:p w14:paraId="161BB183" w14:textId="77777777" w:rsidR="00A15583" w:rsidRPr="00902974" w:rsidRDefault="00A15583" w:rsidP="00BF0C75">
            <w:pPr>
              <w:rPr>
                <w:b/>
              </w:rPr>
            </w:pPr>
          </w:p>
          <w:p w14:paraId="3F75A450" w14:textId="77777777" w:rsidR="00A15583" w:rsidRDefault="00A15583" w:rsidP="00BF0C75">
            <w:pPr>
              <w:rPr>
                <w:i/>
              </w:rPr>
            </w:pPr>
            <w:r>
              <w:rPr>
                <w:b/>
              </w:rPr>
              <w:t xml:space="preserve">Definition: </w:t>
            </w:r>
            <w:r w:rsidR="00627619" w:rsidRPr="00627619">
              <w:rPr>
                <w:i/>
              </w:rPr>
              <w:t>An unusual and exciting experience.</w:t>
            </w:r>
            <w:r w:rsidR="00627619">
              <w:rPr>
                <w:b/>
              </w:rPr>
              <w:t xml:space="preserve"> </w:t>
            </w:r>
          </w:p>
          <w:p w14:paraId="1F2D73F8" w14:textId="77777777" w:rsidR="00872748" w:rsidRDefault="00872748" w:rsidP="00BF0C75">
            <w:pPr>
              <w:rPr>
                <w:i/>
              </w:rPr>
            </w:pPr>
          </w:p>
          <w:p w14:paraId="2DC6C1F1" w14:textId="77777777" w:rsidR="00A15583" w:rsidRDefault="00A15583" w:rsidP="00BF0C75">
            <w:r>
              <w:rPr>
                <w:b/>
              </w:rPr>
              <w:t xml:space="preserve">Writing tips: </w:t>
            </w:r>
            <w:r w:rsidR="00627619">
              <w:t xml:space="preserve">If you are a parent, write a letter to your child. What would you like to say to them? </w:t>
            </w:r>
            <w:r w:rsidR="00142D23">
              <w:t>Perhaps try and write an adventure story with your child featuring as a</w:t>
            </w:r>
            <w:r w:rsidR="00DF39F7">
              <w:t xml:space="preserve"> character. It should be a fun story with lots of twists and turns! </w:t>
            </w:r>
          </w:p>
          <w:p w14:paraId="3D0B1404" w14:textId="77777777" w:rsidR="00142D23" w:rsidRDefault="00142D23" w:rsidP="00BF0C75"/>
          <w:p w14:paraId="6D0BB2A5" w14:textId="77777777" w:rsidR="00D25216" w:rsidRDefault="00D25216" w:rsidP="00BF0C75">
            <w:r>
              <w:t xml:space="preserve">PACT, a charity that support people in prison and their families outside, have shared some advice for writing and talking to your child: </w:t>
            </w:r>
          </w:p>
          <w:p w14:paraId="74D151EF" w14:textId="77777777" w:rsidR="00D25216" w:rsidRDefault="00D25216" w:rsidP="00BF0C75"/>
          <w:p w14:paraId="1D41308B" w14:textId="77777777" w:rsidR="00BF0C75" w:rsidRDefault="00BF0C75" w:rsidP="00BE310A">
            <w:pPr>
              <w:pStyle w:val="ListParagraph"/>
              <w:numPr>
                <w:ilvl w:val="0"/>
                <w:numId w:val="9"/>
              </w:numPr>
            </w:pPr>
            <w:r>
              <w:t>Short is good – A great letter might be just a few paragraphs.</w:t>
            </w:r>
          </w:p>
          <w:p w14:paraId="68EFFB91" w14:textId="77777777" w:rsidR="00D25216" w:rsidRDefault="00EB44CF" w:rsidP="00BE310A">
            <w:pPr>
              <w:pStyle w:val="ListParagraph"/>
              <w:numPr>
                <w:ilvl w:val="0"/>
                <w:numId w:val="9"/>
              </w:numPr>
            </w:pPr>
            <w:r>
              <w:t>Be</w:t>
            </w:r>
            <w:r w:rsidR="00BF0C75">
              <w:t xml:space="preserve"> positive – Celebrate the positive and lift the child up. </w:t>
            </w:r>
          </w:p>
          <w:p w14:paraId="5992D6EC" w14:textId="77777777" w:rsidR="00C40E2D" w:rsidRDefault="00BF0C75" w:rsidP="00BE310A">
            <w:pPr>
              <w:pStyle w:val="ListParagraph"/>
              <w:numPr>
                <w:ilvl w:val="0"/>
                <w:numId w:val="9"/>
              </w:numPr>
            </w:pPr>
            <w:r>
              <w:t>Be honest, be vulnerable – Don’t shy away from being strong in expressing your feelings for them.</w:t>
            </w:r>
          </w:p>
          <w:p w14:paraId="714BEF20" w14:textId="77777777" w:rsidR="00C40E2D" w:rsidRDefault="00BF0C75" w:rsidP="00BE310A">
            <w:pPr>
              <w:pStyle w:val="ListParagraph"/>
              <w:numPr>
                <w:ilvl w:val="0"/>
                <w:numId w:val="9"/>
              </w:numPr>
            </w:pPr>
            <w:bookmarkStart w:id="0" w:name="_GoBack"/>
            <w:bookmarkEnd w:id="0"/>
            <w:r>
              <w:lastRenderedPageBreak/>
              <w:t xml:space="preserve">Use the words ‘I love you’ and ‘I’m proud of you’ – These are </w:t>
            </w:r>
            <w:r w:rsidR="00EB44CF">
              <w:t>two phrases children want to hear. This way they know that no matter what happens, you’ll always love them.</w:t>
            </w:r>
          </w:p>
          <w:p w14:paraId="0921A533" w14:textId="77777777" w:rsidR="006B4075" w:rsidRDefault="006B4075" w:rsidP="00BF0C75"/>
          <w:p w14:paraId="6ACB51B1" w14:textId="77777777" w:rsidR="006B4075" w:rsidRPr="006B4075" w:rsidRDefault="006B4075" w:rsidP="006B4075">
            <w:pPr>
              <w:rPr>
                <w:rFonts w:ascii="Calibri" w:eastAsia="Times New Roman" w:hAnsi="Calibri" w:cs="Calibri"/>
                <w:b/>
                <w:color w:val="212121"/>
                <w:lang w:eastAsia="en-GB"/>
              </w:rPr>
            </w:pPr>
            <w:r w:rsidRPr="006B4075">
              <w:rPr>
                <w:rFonts w:ascii="Calibri" w:eastAsia="Times New Roman" w:hAnsi="Calibri" w:cs="Calibri"/>
                <w:b/>
                <w:color w:val="000000" w:themeColor="text1"/>
                <w:lang w:eastAsia="en-GB"/>
              </w:rPr>
              <w:t xml:space="preserve">If you have loved ones on the outside, they can contact PACT on the national family helpline - 0808 808 2003. </w:t>
            </w:r>
          </w:p>
          <w:p w14:paraId="1509EE09" w14:textId="77777777" w:rsidR="006B4075" w:rsidRDefault="006B4075" w:rsidP="006B4075"/>
          <w:p w14:paraId="38FD9720" w14:textId="77777777" w:rsidR="00A15583" w:rsidRDefault="00DF39F7" w:rsidP="00BF0C75">
            <w:r>
              <w:t xml:space="preserve">If you like </w:t>
            </w:r>
            <w:r w:rsidR="00872748">
              <w:t>writing</w:t>
            </w:r>
            <w:r>
              <w:t xml:space="preserve"> and don’t have a child, think about what you would like to do if you could design your own adventure. Where would you go and why? </w:t>
            </w:r>
          </w:p>
          <w:p w14:paraId="739B87E1" w14:textId="77777777" w:rsidR="004C2276" w:rsidRDefault="004C2276" w:rsidP="00BF0C75"/>
        </w:tc>
      </w:tr>
      <w:tr w:rsidR="00A15583" w14:paraId="7AB7A638" w14:textId="77777777">
        <w:tc>
          <w:tcPr>
            <w:tcW w:w="2122" w:type="dxa"/>
          </w:tcPr>
          <w:p w14:paraId="39C8388F" w14:textId="77777777" w:rsidR="00A15583" w:rsidRPr="00E8205C" w:rsidRDefault="00A15583" w:rsidP="00BF0C75">
            <w:pPr>
              <w:rPr>
                <w:b/>
              </w:rPr>
            </w:pPr>
            <w:r>
              <w:rPr>
                <w:b/>
              </w:rPr>
              <w:lastRenderedPageBreak/>
              <w:t xml:space="preserve">Day </w:t>
            </w:r>
            <w:r w:rsidR="00872748">
              <w:rPr>
                <w:b/>
              </w:rPr>
              <w:t>2</w:t>
            </w:r>
            <w:r>
              <w:rPr>
                <w:b/>
              </w:rPr>
              <w:t>6</w:t>
            </w:r>
          </w:p>
        </w:tc>
        <w:tc>
          <w:tcPr>
            <w:tcW w:w="6894" w:type="dxa"/>
          </w:tcPr>
          <w:p w14:paraId="512E99DE" w14:textId="77777777" w:rsidR="00A15583" w:rsidRDefault="00FD7D11" w:rsidP="00BF0C75">
            <w:pPr>
              <w:rPr>
                <w:b/>
              </w:rPr>
            </w:pPr>
            <w:r>
              <w:rPr>
                <w:b/>
              </w:rPr>
              <w:t xml:space="preserve">Theme: Invention </w:t>
            </w:r>
          </w:p>
          <w:p w14:paraId="03D1C447" w14:textId="77777777" w:rsidR="00A15583" w:rsidRPr="00E8205C" w:rsidRDefault="00A15583" w:rsidP="00BF0C75">
            <w:pPr>
              <w:rPr>
                <w:b/>
              </w:rPr>
            </w:pPr>
          </w:p>
          <w:p w14:paraId="2163771D" w14:textId="77777777" w:rsidR="00A15583" w:rsidRPr="00FD7D11" w:rsidRDefault="00FD7D11" w:rsidP="00BF0C75">
            <w:pPr>
              <w:rPr>
                <w:i/>
              </w:rPr>
            </w:pPr>
            <w:r>
              <w:rPr>
                <w:b/>
              </w:rPr>
              <w:t xml:space="preserve">Definition: </w:t>
            </w:r>
            <w:r w:rsidRPr="00FD7D11">
              <w:rPr>
                <w:i/>
              </w:rPr>
              <w:t xml:space="preserve">The action of creating something new, typically a process or device. </w:t>
            </w:r>
          </w:p>
          <w:p w14:paraId="7FDD6A86" w14:textId="77777777" w:rsidR="00A15583" w:rsidRDefault="00A15583" w:rsidP="00BF0C75">
            <w:pPr>
              <w:rPr>
                <w:i/>
              </w:rPr>
            </w:pPr>
          </w:p>
          <w:p w14:paraId="6C4C9275" w14:textId="77777777" w:rsidR="00FD7D11" w:rsidRDefault="00A15583" w:rsidP="00BF0C75">
            <w:r>
              <w:rPr>
                <w:b/>
              </w:rPr>
              <w:t xml:space="preserve">Writing tips: </w:t>
            </w:r>
            <w:r w:rsidR="00FD7D11">
              <w:t xml:space="preserve">Design an advert for a new invention that you think would solve a problem. </w:t>
            </w:r>
          </w:p>
          <w:p w14:paraId="509B9567" w14:textId="77777777" w:rsidR="00FD7D11" w:rsidRDefault="00FD7D11" w:rsidP="00BF0C75"/>
          <w:p w14:paraId="7BBF76D7" w14:textId="77777777" w:rsidR="00A15583" w:rsidRPr="00FD7D11" w:rsidRDefault="00FD7D11" w:rsidP="00BF0C75">
            <w:r>
              <w:t>Think widely – this may be a physical invention</w:t>
            </w:r>
            <w:r w:rsidR="00DF297B">
              <w:t xml:space="preserve"> e.g. a hoover that removes carpet stains at the same time. Y</w:t>
            </w:r>
            <w:r>
              <w:t xml:space="preserve">ou could also invent a new way of thinking about things to address problems or inequalities in society. How would you </w:t>
            </w:r>
            <w:r w:rsidR="00572157">
              <w:t xml:space="preserve">explain and </w:t>
            </w:r>
            <w:r>
              <w:t xml:space="preserve">communicate your new idea? </w:t>
            </w:r>
            <w:r w:rsidR="00DF297B">
              <w:t xml:space="preserve">What is the issue that it solves? </w:t>
            </w:r>
          </w:p>
          <w:p w14:paraId="7B3F21EB" w14:textId="77777777" w:rsidR="00A15583" w:rsidRDefault="00A15583" w:rsidP="00BF0C75"/>
          <w:p w14:paraId="4005327A" w14:textId="77777777" w:rsidR="00A15583" w:rsidRDefault="00872748" w:rsidP="00FD3047">
            <w:r>
              <w:t>If you like creative writing</w:t>
            </w:r>
            <w:r w:rsidR="00FD7D11">
              <w:t xml:space="preserve">, write a story </w:t>
            </w:r>
            <w:r w:rsidR="00540217">
              <w:t xml:space="preserve">or poem </w:t>
            </w:r>
            <w:r w:rsidR="00FD7D11">
              <w:t xml:space="preserve">about a scientist </w:t>
            </w:r>
            <w:r w:rsidR="00572157">
              <w:t xml:space="preserve">who invents a way to time travel. </w:t>
            </w:r>
          </w:p>
          <w:p w14:paraId="226E40C6" w14:textId="77777777" w:rsidR="009309A1" w:rsidRDefault="009309A1" w:rsidP="00FD3047"/>
        </w:tc>
      </w:tr>
      <w:tr w:rsidR="00A15583" w:rsidRPr="00CA13EE" w14:paraId="4EB09AD9" w14:textId="77777777">
        <w:tc>
          <w:tcPr>
            <w:tcW w:w="2122" w:type="dxa"/>
          </w:tcPr>
          <w:p w14:paraId="7270BEAF" w14:textId="77777777" w:rsidR="00A15583" w:rsidRDefault="00A15583" w:rsidP="00BF0C75">
            <w:pPr>
              <w:rPr>
                <w:b/>
              </w:rPr>
            </w:pPr>
            <w:r>
              <w:rPr>
                <w:b/>
              </w:rPr>
              <w:t xml:space="preserve">Day </w:t>
            </w:r>
            <w:r w:rsidR="00872748">
              <w:rPr>
                <w:b/>
              </w:rPr>
              <w:t>2</w:t>
            </w:r>
            <w:r>
              <w:rPr>
                <w:b/>
              </w:rPr>
              <w:t>7</w:t>
            </w:r>
          </w:p>
        </w:tc>
        <w:tc>
          <w:tcPr>
            <w:tcW w:w="6894" w:type="dxa"/>
          </w:tcPr>
          <w:p w14:paraId="6A5021A7" w14:textId="77777777" w:rsidR="00A15583" w:rsidRDefault="00872748" w:rsidP="00BF0C75">
            <w:pPr>
              <w:rPr>
                <w:b/>
              </w:rPr>
            </w:pPr>
            <w:r>
              <w:rPr>
                <w:b/>
              </w:rPr>
              <w:t xml:space="preserve">Theme: </w:t>
            </w:r>
            <w:r w:rsidR="00DF297B">
              <w:rPr>
                <w:b/>
              </w:rPr>
              <w:t xml:space="preserve">Robot </w:t>
            </w:r>
          </w:p>
          <w:p w14:paraId="1F27FB08" w14:textId="77777777" w:rsidR="00A15583" w:rsidRDefault="00A15583" w:rsidP="00BF0C75">
            <w:pPr>
              <w:rPr>
                <w:b/>
              </w:rPr>
            </w:pPr>
          </w:p>
          <w:p w14:paraId="5BD622F1" w14:textId="77777777" w:rsidR="00A15583" w:rsidRPr="00DF297B" w:rsidRDefault="00A15583" w:rsidP="00BF0C75">
            <w:pPr>
              <w:rPr>
                <w:i/>
              </w:rPr>
            </w:pPr>
            <w:r>
              <w:rPr>
                <w:b/>
              </w:rPr>
              <w:t xml:space="preserve">Definition: </w:t>
            </w:r>
            <w:r w:rsidR="00DF297B" w:rsidRPr="00DF297B">
              <w:rPr>
                <w:bCs/>
                <w:i/>
              </w:rPr>
              <w:t>A</w:t>
            </w:r>
            <w:r w:rsidR="00DF297B" w:rsidRPr="00DF297B">
              <w:rPr>
                <w:i/>
              </w:rPr>
              <w:t xml:space="preserve"> machine that resembles a living creature in being capable of moving independently (as by walking or rolling on wheels) and performing complex actions (such as grasping and moving objects).</w:t>
            </w:r>
            <w:r w:rsidR="00DF297B">
              <w:rPr>
                <w:b/>
              </w:rPr>
              <w:t xml:space="preserve"> </w:t>
            </w:r>
          </w:p>
          <w:p w14:paraId="41076ADE" w14:textId="77777777" w:rsidR="00A15583" w:rsidRDefault="00A15583" w:rsidP="00BF0C75">
            <w:pPr>
              <w:rPr>
                <w:b/>
              </w:rPr>
            </w:pPr>
          </w:p>
          <w:p w14:paraId="549B8F07" w14:textId="77777777" w:rsidR="00A15583" w:rsidRDefault="00DF297B" w:rsidP="00BF0C75">
            <w:r>
              <w:rPr>
                <w:b/>
              </w:rPr>
              <w:t xml:space="preserve">Writing tips: </w:t>
            </w:r>
            <w:r w:rsidR="0082154A">
              <w:t xml:space="preserve">Technology is a big part of life on the outside. People spend a lot of time on their phones, using the internet and on social media sites like Facebook and Instagram. If you have experienced life outside while social media has existed, write about the impact it has had on us as individuals. Do we spend too much time ‘living online’? </w:t>
            </w:r>
            <w:r w:rsidR="00CB05C2">
              <w:t xml:space="preserve">Has maintaining a digital identity on social media impacted how we live our lives in the real world? </w:t>
            </w:r>
          </w:p>
          <w:p w14:paraId="6ECAEB36" w14:textId="77777777" w:rsidR="00A15583" w:rsidRDefault="00A15583" w:rsidP="00BF0C75"/>
          <w:p w14:paraId="79AE777E" w14:textId="77777777" w:rsidR="00A15583" w:rsidRDefault="00872748" w:rsidP="00BF0C75">
            <w:r>
              <w:t>If you like creative writing</w:t>
            </w:r>
            <w:r w:rsidR="009F36E2">
              <w:t>, imagine you are living 500 years in the future (year 2520) and everyone has their own personal robot who helps them with daily tasks. Write about a week in the life of the robot, from the robot’s perspective.</w:t>
            </w:r>
          </w:p>
          <w:p w14:paraId="352B06CC" w14:textId="77777777" w:rsidR="009309A1" w:rsidRPr="00CA13EE" w:rsidRDefault="009309A1" w:rsidP="00BF0C75"/>
        </w:tc>
      </w:tr>
      <w:tr w:rsidR="00A15583" w14:paraId="38E44494" w14:textId="77777777">
        <w:tc>
          <w:tcPr>
            <w:tcW w:w="2122" w:type="dxa"/>
          </w:tcPr>
          <w:p w14:paraId="68314F65" w14:textId="77777777" w:rsidR="00A15583" w:rsidRDefault="00A15583" w:rsidP="00BF0C75">
            <w:pPr>
              <w:rPr>
                <w:b/>
              </w:rPr>
            </w:pPr>
            <w:r>
              <w:rPr>
                <w:b/>
              </w:rPr>
              <w:t xml:space="preserve">Day </w:t>
            </w:r>
            <w:r w:rsidR="00872748">
              <w:rPr>
                <w:b/>
              </w:rPr>
              <w:t>2</w:t>
            </w:r>
            <w:r>
              <w:rPr>
                <w:b/>
              </w:rPr>
              <w:t>8</w:t>
            </w:r>
          </w:p>
        </w:tc>
        <w:tc>
          <w:tcPr>
            <w:tcW w:w="6894" w:type="dxa"/>
          </w:tcPr>
          <w:p w14:paraId="46BFCA5B" w14:textId="77777777" w:rsidR="00A15583" w:rsidRDefault="00872748" w:rsidP="00BF0C75">
            <w:pPr>
              <w:rPr>
                <w:b/>
              </w:rPr>
            </w:pPr>
            <w:r>
              <w:rPr>
                <w:b/>
              </w:rPr>
              <w:t xml:space="preserve">Theme: </w:t>
            </w:r>
            <w:r w:rsidR="00253CFF">
              <w:rPr>
                <w:b/>
              </w:rPr>
              <w:t xml:space="preserve">Sound </w:t>
            </w:r>
          </w:p>
          <w:p w14:paraId="46C2D7C8" w14:textId="77777777" w:rsidR="00A15583" w:rsidRDefault="00A15583" w:rsidP="00BF0C75">
            <w:pPr>
              <w:rPr>
                <w:b/>
              </w:rPr>
            </w:pPr>
          </w:p>
          <w:p w14:paraId="3BDCDB83" w14:textId="77777777" w:rsidR="00A15583" w:rsidRPr="00A25E70" w:rsidRDefault="00A15583" w:rsidP="00BF0C75">
            <w:pPr>
              <w:rPr>
                <w:i/>
              </w:rPr>
            </w:pPr>
            <w:r>
              <w:rPr>
                <w:b/>
              </w:rPr>
              <w:t>Definition:</w:t>
            </w:r>
            <w:r w:rsidR="00A25E70">
              <w:rPr>
                <w:b/>
              </w:rPr>
              <w:t xml:space="preserve"> </w:t>
            </w:r>
            <w:r w:rsidR="00A25E70">
              <w:rPr>
                <w:i/>
              </w:rPr>
              <w:t xml:space="preserve">Vibrations that </w:t>
            </w:r>
            <w:r w:rsidR="00A25E70" w:rsidRPr="00A25E70">
              <w:rPr>
                <w:i/>
              </w:rPr>
              <w:t>travel through the air or another medium and can be heard when they reach a person’s or animal’s ear.</w:t>
            </w:r>
            <w:r w:rsidR="00A25E70">
              <w:t xml:space="preserve"> </w:t>
            </w:r>
          </w:p>
          <w:p w14:paraId="22DE11D9" w14:textId="77777777" w:rsidR="00A15583" w:rsidRDefault="00A15583" w:rsidP="00BF0C75">
            <w:pPr>
              <w:rPr>
                <w:i/>
              </w:rPr>
            </w:pPr>
          </w:p>
          <w:p w14:paraId="3C5F82D4" w14:textId="77777777" w:rsidR="00A15583" w:rsidRDefault="00A15583" w:rsidP="00872748">
            <w:r>
              <w:rPr>
                <w:b/>
              </w:rPr>
              <w:t xml:space="preserve">Writing tips: </w:t>
            </w:r>
            <w:r w:rsidR="004F370C">
              <w:t xml:space="preserve">Write </w:t>
            </w:r>
            <w:r w:rsidR="00033835">
              <w:t xml:space="preserve">a song </w:t>
            </w:r>
            <w:r w:rsidR="004B2F2D">
              <w:t>or rap that include</w:t>
            </w:r>
            <w:r w:rsidR="00033835">
              <w:t xml:space="preserve"> the lyrics “I’m ready to start a new chapter in my life”. Through the song lyrics, tell the story of why things need to change and start anew. </w:t>
            </w:r>
          </w:p>
          <w:p w14:paraId="372AE66B" w14:textId="77777777" w:rsidR="00872748" w:rsidRDefault="00872748" w:rsidP="00872748"/>
          <w:p w14:paraId="03D663D4" w14:textId="77777777" w:rsidR="00C40E2D" w:rsidRDefault="00872748" w:rsidP="00872748">
            <w:r>
              <w:t xml:space="preserve">If you like creative writing, </w:t>
            </w:r>
            <w:r w:rsidR="00033835">
              <w:t xml:space="preserve">write a poem about the sounds you can hear right now. Pause, and listen to your surroundings for five minutes. What can you hear and how does it make you feel? </w:t>
            </w:r>
          </w:p>
          <w:p w14:paraId="52C05E08" w14:textId="77777777" w:rsidR="00872748" w:rsidRDefault="00872748" w:rsidP="00872748">
            <w:pPr>
              <w:rPr>
                <w:b/>
              </w:rPr>
            </w:pPr>
          </w:p>
        </w:tc>
      </w:tr>
      <w:tr w:rsidR="00D51FAC" w14:paraId="1DD97F78" w14:textId="77777777">
        <w:tc>
          <w:tcPr>
            <w:tcW w:w="2122" w:type="dxa"/>
          </w:tcPr>
          <w:p w14:paraId="2827BC48" w14:textId="77777777" w:rsidR="00D51FAC" w:rsidRDefault="00D51FAC" w:rsidP="00BF0C75">
            <w:pPr>
              <w:rPr>
                <w:b/>
              </w:rPr>
            </w:pPr>
            <w:r>
              <w:rPr>
                <w:b/>
              </w:rPr>
              <w:lastRenderedPageBreak/>
              <w:t xml:space="preserve">Day </w:t>
            </w:r>
            <w:r w:rsidR="00872748">
              <w:rPr>
                <w:b/>
              </w:rPr>
              <w:t>2</w:t>
            </w:r>
            <w:r>
              <w:rPr>
                <w:b/>
              </w:rPr>
              <w:t xml:space="preserve">9 </w:t>
            </w:r>
          </w:p>
        </w:tc>
        <w:tc>
          <w:tcPr>
            <w:tcW w:w="6894" w:type="dxa"/>
          </w:tcPr>
          <w:p w14:paraId="176ED9D2" w14:textId="77777777" w:rsidR="00D51FAC" w:rsidRDefault="00872748" w:rsidP="00BF0C75">
            <w:pPr>
              <w:rPr>
                <w:b/>
              </w:rPr>
            </w:pPr>
            <w:r>
              <w:rPr>
                <w:b/>
              </w:rPr>
              <w:t xml:space="preserve">Theme: </w:t>
            </w:r>
            <w:r w:rsidR="00C40E2D">
              <w:rPr>
                <w:b/>
              </w:rPr>
              <w:t xml:space="preserve">Hand </w:t>
            </w:r>
          </w:p>
          <w:p w14:paraId="12A70198" w14:textId="77777777" w:rsidR="00D51FAC" w:rsidRDefault="00D51FAC" w:rsidP="00BF0C75">
            <w:pPr>
              <w:rPr>
                <w:b/>
              </w:rPr>
            </w:pPr>
          </w:p>
          <w:p w14:paraId="2BF4CF74" w14:textId="77777777" w:rsidR="00A2322B" w:rsidRDefault="00D51FAC" w:rsidP="00BF0C75">
            <w:pPr>
              <w:rPr>
                <w:i/>
              </w:rPr>
            </w:pPr>
            <w:r>
              <w:rPr>
                <w:b/>
              </w:rPr>
              <w:t xml:space="preserve">Definition: </w:t>
            </w:r>
            <w:r w:rsidR="00C40E2D" w:rsidRPr="00C40E2D">
              <w:rPr>
                <w:i/>
              </w:rPr>
              <w:t>1. The end part of a person's arm beyond the wrist, including the palm, fingers, and thumb.</w:t>
            </w:r>
          </w:p>
          <w:p w14:paraId="69C7678F" w14:textId="77777777" w:rsidR="00C40E2D" w:rsidRPr="00C40E2D" w:rsidRDefault="00C40E2D" w:rsidP="00BF0C75">
            <w:pPr>
              <w:rPr>
                <w:i/>
              </w:rPr>
            </w:pPr>
            <w:r>
              <w:rPr>
                <w:i/>
              </w:rPr>
              <w:t>2. A</w:t>
            </w:r>
            <w:r w:rsidRPr="00C40E2D">
              <w:rPr>
                <w:i/>
              </w:rPr>
              <w:t xml:space="preserve"> pointer on a clock or watch indicating the passing of units of time.</w:t>
            </w:r>
          </w:p>
          <w:p w14:paraId="21DCD1A9" w14:textId="77777777" w:rsidR="00872748" w:rsidRDefault="00872748" w:rsidP="00BF0C75">
            <w:pPr>
              <w:rPr>
                <w:i/>
              </w:rPr>
            </w:pPr>
          </w:p>
          <w:p w14:paraId="2F640BC6" w14:textId="77777777" w:rsidR="00C26ED0" w:rsidRPr="004B2F2D" w:rsidRDefault="00C26ED0" w:rsidP="00BF0C75">
            <w:r>
              <w:rPr>
                <w:b/>
              </w:rPr>
              <w:t xml:space="preserve">Writing tips: </w:t>
            </w:r>
            <w:r w:rsidR="004B2F2D">
              <w:t>Think about the phrase “a dab hand at…” – it means when someone is good at something. For example, “I’m a dab hand at painting”. What are your talents and strengths? W</w:t>
            </w:r>
            <w:r w:rsidR="00646516">
              <w:t xml:space="preserve">rite about something you are </w:t>
            </w:r>
            <w:r w:rsidR="004B2F2D">
              <w:t>good at</w:t>
            </w:r>
            <w:r w:rsidR="00646516">
              <w:t xml:space="preserve">. What is your advice for other people who might like to get good at it too? </w:t>
            </w:r>
          </w:p>
          <w:p w14:paraId="2C247A6E" w14:textId="77777777" w:rsidR="00C26ED0" w:rsidRDefault="00C26ED0" w:rsidP="00BF0C75"/>
          <w:p w14:paraId="0E799D17" w14:textId="77777777" w:rsidR="009309A1" w:rsidRDefault="00872748" w:rsidP="00BF0C75">
            <w:r>
              <w:t>If you like creative writing</w:t>
            </w:r>
            <w:r w:rsidR="00646516">
              <w:t xml:space="preserve">, write a story about someone who lends a helping hand to another person. What was the situation and how did they help? </w:t>
            </w:r>
          </w:p>
          <w:p w14:paraId="6A8C27A3" w14:textId="77777777" w:rsidR="00C26ED0" w:rsidRPr="00C26ED0" w:rsidRDefault="00C26ED0" w:rsidP="00BF0C75"/>
        </w:tc>
      </w:tr>
      <w:tr w:rsidR="00C26ED0" w14:paraId="3823D0D0" w14:textId="77777777">
        <w:tc>
          <w:tcPr>
            <w:tcW w:w="2122" w:type="dxa"/>
          </w:tcPr>
          <w:p w14:paraId="3BFBDD9C" w14:textId="77777777" w:rsidR="00C26ED0" w:rsidRDefault="00872748" w:rsidP="00BF0C75">
            <w:pPr>
              <w:rPr>
                <w:b/>
              </w:rPr>
            </w:pPr>
            <w:r>
              <w:rPr>
                <w:b/>
              </w:rPr>
              <w:t>Day 30</w:t>
            </w:r>
          </w:p>
        </w:tc>
        <w:tc>
          <w:tcPr>
            <w:tcW w:w="6894" w:type="dxa"/>
          </w:tcPr>
          <w:p w14:paraId="48717A4B" w14:textId="77777777" w:rsidR="00C26ED0" w:rsidRDefault="00872748" w:rsidP="00BF0C75">
            <w:pPr>
              <w:rPr>
                <w:b/>
              </w:rPr>
            </w:pPr>
            <w:r>
              <w:rPr>
                <w:b/>
              </w:rPr>
              <w:t xml:space="preserve">Theme: </w:t>
            </w:r>
            <w:r w:rsidR="00540217">
              <w:rPr>
                <w:b/>
              </w:rPr>
              <w:t xml:space="preserve">Create </w:t>
            </w:r>
          </w:p>
          <w:p w14:paraId="446D7A2B" w14:textId="77777777" w:rsidR="00C26ED0" w:rsidRDefault="00C26ED0" w:rsidP="00BF0C75">
            <w:pPr>
              <w:rPr>
                <w:b/>
              </w:rPr>
            </w:pPr>
          </w:p>
          <w:p w14:paraId="36F4A52E" w14:textId="77777777" w:rsidR="009309A1" w:rsidRPr="00540217" w:rsidRDefault="009309A1" w:rsidP="00BF0C75">
            <w:r>
              <w:rPr>
                <w:b/>
              </w:rPr>
              <w:t>Definition</w:t>
            </w:r>
            <w:r w:rsidR="00A2322B">
              <w:rPr>
                <w:b/>
              </w:rPr>
              <w:t xml:space="preserve">: </w:t>
            </w:r>
            <w:r w:rsidR="00540217" w:rsidRPr="00540217">
              <w:rPr>
                <w:i/>
              </w:rPr>
              <w:t>To bring something into existence.</w:t>
            </w:r>
            <w:r w:rsidR="00540217">
              <w:t xml:space="preserve"> </w:t>
            </w:r>
          </w:p>
          <w:p w14:paraId="62719C37" w14:textId="77777777" w:rsidR="00A2322B" w:rsidRDefault="00A2322B" w:rsidP="00BF0C75">
            <w:pPr>
              <w:rPr>
                <w:b/>
              </w:rPr>
            </w:pPr>
          </w:p>
          <w:p w14:paraId="3B82E743" w14:textId="77777777" w:rsidR="007B2C37" w:rsidRDefault="00646516" w:rsidP="00BF0C75">
            <w:r>
              <w:rPr>
                <w:b/>
              </w:rPr>
              <w:t xml:space="preserve">Writing tips: </w:t>
            </w:r>
            <w:r w:rsidR="007B2C37">
              <w:t xml:space="preserve">Well done! You have reached day 30 of the Penned By A Prisoner writing challenge. Today, try and create your own theme – you have been writing for a month and likely have started to have ideas about other things you could write about. Explore them! </w:t>
            </w:r>
          </w:p>
          <w:p w14:paraId="27EEC3CB" w14:textId="77777777" w:rsidR="007B2C37" w:rsidRDefault="007B2C37" w:rsidP="00BF0C75"/>
          <w:p w14:paraId="0DD9FD0B" w14:textId="77777777" w:rsidR="00C26ED0" w:rsidRDefault="007B2C37" w:rsidP="00790C41">
            <w:r>
              <w:t xml:space="preserve">If you </w:t>
            </w:r>
            <w:r w:rsidR="00790C41">
              <w:t xml:space="preserve">get stuck, use the theme to write about a time you created something from scratch. Maybe it was a meal, perhaps it was a drawing or maybe you made up a new game – it simply needs to be something you created yourself. </w:t>
            </w:r>
          </w:p>
          <w:p w14:paraId="7ECD4E9B" w14:textId="77777777" w:rsidR="006B4075" w:rsidRDefault="006B4075" w:rsidP="00790C41"/>
          <w:p w14:paraId="254D98AE" w14:textId="77777777" w:rsidR="006B4075" w:rsidRDefault="006B4075" w:rsidP="00790C41">
            <w:r>
              <w:t xml:space="preserve">Perhaps you could create paper flowers and animals to include in letters to loved ones on the outside? </w:t>
            </w:r>
          </w:p>
          <w:p w14:paraId="2CE7152B" w14:textId="77777777" w:rsidR="00790C41" w:rsidRDefault="00790C41" w:rsidP="006B4075">
            <w:pPr>
              <w:rPr>
                <w:b/>
              </w:rPr>
            </w:pPr>
          </w:p>
        </w:tc>
      </w:tr>
    </w:tbl>
    <w:p w14:paraId="510E8C42" w14:textId="77777777" w:rsidR="00C857AC" w:rsidRDefault="00C857AC" w:rsidP="00C857AC">
      <w:pPr>
        <w:rPr>
          <w:b/>
        </w:rPr>
      </w:pPr>
    </w:p>
    <w:p w14:paraId="3627B1DE" w14:textId="77777777" w:rsidR="00C857AC" w:rsidRPr="00591B15" w:rsidRDefault="009309A1" w:rsidP="00C857AC">
      <w:pPr>
        <w:rPr>
          <w:b/>
        </w:rPr>
      </w:pPr>
      <w:r>
        <w:rPr>
          <w:b/>
        </w:rPr>
        <w:t xml:space="preserve">There will be more Penned </w:t>
      </w:r>
      <w:proofErr w:type="gramStart"/>
      <w:r>
        <w:rPr>
          <w:b/>
        </w:rPr>
        <w:t>By A</w:t>
      </w:r>
      <w:proofErr w:type="gramEnd"/>
      <w:r>
        <w:rPr>
          <w:b/>
        </w:rPr>
        <w:t xml:space="preserve"> Prisoner daily writing challenges created so if you like them, please ask the member </w:t>
      </w:r>
      <w:r w:rsidR="00316509">
        <w:rPr>
          <w:b/>
        </w:rPr>
        <w:t>of staff who gave you this for the next ones</w:t>
      </w:r>
      <w:r>
        <w:rPr>
          <w:b/>
        </w:rPr>
        <w:t xml:space="preserve">! Happy writing </w:t>
      </w:r>
      <w:r w:rsidRPr="009309A1">
        <w:rPr>
          <w:b/>
        </w:rPr>
        <w:sym w:font="Wingdings" w:char="F04A"/>
      </w:r>
      <w:r>
        <w:rPr>
          <w:b/>
        </w:rPr>
        <w:t xml:space="preserve"> </w:t>
      </w:r>
    </w:p>
    <w:p w14:paraId="2BDF6F16" w14:textId="77777777" w:rsidR="004B37B3" w:rsidRPr="004B37B3" w:rsidRDefault="004B37B3" w:rsidP="004B37B3">
      <w:pPr>
        <w:rPr>
          <w:b/>
        </w:rPr>
      </w:pPr>
    </w:p>
    <w:p w14:paraId="35B565E0" w14:textId="77777777" w:rsidR="00B0609C" w:rsidRDefault="00B0609C" w:rsidP="0087457B"/>
    <w:p w14:paraId="0B1215C6" w14:textId="77777777" w:rsidR="00495EFA" w:rsidRDefault="00495EFA"/>
    <w:sectPr w:rsidR="00495EFA" w:rsidSect="00194A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741E1"/>
    <w:multiLevelType w:val="hybridMultilevel"/>
    <w:tmpl w:val="066474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124A44"/>
    <w:multiLevelType w:val="hybridMultilevel"/>
    <w:tmpl w:val="5D70ED0E"/>
    <w:lvl w:ilvl="0" w:tplc="08090001">
      <w:start w:val="1"/>
      <w:numFmt w:val="bullet"/>
      <w:lvlText w:val=""/>
      <w:lvlJc w:val="left"/>
      <w:pPr>
        <w:ind w:left="720" w:hanging="360"/>
      </w:pPr>
      <w:rPr>
        <w:rFonts w:ascii="Symbol" w:hAnsi="Symbol" w:hint="default"/>
      </w:rPr>
    </w:lvl>
    <w:lvl w:ilvl="1" w:tplc="F18066B0">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6656B3"/>
    <w:multiLevelType w:val="hybridMultilevel"/>
    <w:tmpl w:val="7CA8B72A"/>
    <w:lvl w:ilvl="0" w:tplc="69DC74B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FD53C3"/>
    <w:multiLevelType w:val="hybridMultilevel"/>
    <w:tmpl w:val="3C3E6ADC"/>
    <w:lvl w:ilvl="0" w:tplc="4000B5E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9A2B93"/>
    <w:multiLevelType w:val="hybridMultilevel"/>
    <w:tmpl w:val="4FE2E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DCB1EB4"/>
    <w:multiLevelType w:val="hybridMultilevel"/>
    <w:tmpl w:val="CC4624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1D2B99"/>
    <w:multiLevelType w:val="hybridMultilevel"/>
    <w:tmpl w:val="9CC81D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2E34BE"/>
    <w:multiLevelType w:val="hybridMultilevel"/>
    <w:tmpl w:val="17DCD2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79601D89"/>
    <w:multiLevelType w:val="hybridMultilevel"/>
    <w:tmpl w:val="27A8A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7"/>
  </w:num>
  <w:num w:numId="6">
    <w:abstractNumId w:val="5"/>
  </w:num>
  <w:num w:numId="7">
    <w:abstractNumId w:val="1"/>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82D"/>
    <w:rsid w:val="00010032"/>
    <w:rsid w:val="00033835"/>
    <w:rsid w:val="00142D23"/>
    <w:rsid w:val="00145255"/>
    <w:rsid w:val="00194A9D"/>
    <w:rsid w:val="001C5C7F"/>
    <w:rsid w:val="002365B8"/>
    <w:rsid w:val="00253CFF"/>
    <w:rsid w:val="00272D1D"/>
    <w:rsid w:val="002E4453"/>
    <w:rsid w:val="00316509"/>
    <w:rsid w:val="003A5CA9"/>
    <w:rsid w:val="003B4D98"/>
    <w:rsid w:val="00416451"/>
    <w:rsid w:val="00455601"/>
    <w:rsid w:val="00495EFA"/>
    <w:rsid w:val="004A174F"/>
    <w:rsid w:val="004B2F2D"/>
    <w:rsid w:val="004B37B3"/>
    <w:rsid w:val="004C2276"/>
    <w:rsid w:val="004E36D5"/>
    <w:rsid w:val="004F370C"/>
    <w:rsid w:val="0050515E"/>
    <w:rsid w:val="00540217"/>
    <w:rsid w:val="00572157"/>
    <w:rsid w:val="00612136"/>
    <w:rsid w:val="00627619"/>
    <w:rsid w:val="0064282D"/>
    <w:rsid w:val="00646516"/>
    <w:rsid w:val="006706E0"/>
    <w:rsid w:val="006836B2"/>
    <w:rsid w:val="006A756B"/>
    <w:rsid w:val="006B4075"/>
    <w:rsid w:val="00724A1B"/>
    <w:rsid w:val="00790C41"/>
    <w:rsid w:val="007B2C37"/>
    <w:rsid w:val="007E0DD4"/>
    <w:rsid w:val="007E65A2"/>
    <w:rsid w:val="0082154A"/>
    <w:rsid w:val="00834C39"/>
    <w:rsid w:val="00872748"/>
    <w:rsid w:val="0087457B"/>
    <w:rsid w:val="00902974"/>
    <w:rsid w:val="009309A1"/>
    <w:rsid w:val="009B79EC"/>
    <w:rsid w:val="009C3C97"/>
    <w:rsid w:val="009D3A8F"/>
    <w:rsid w:val="009F1430"/>
    <w:rsid w:val="009F36E2"/>
    <w:rsid w:val="00A15583"/>
    <w:rsid w:val="00A2322B"/>
    <w:rsid w:val="00A25E70"/>
    <w:rsid w:val="00A63473"/>
    <w:rsid w:val="00AA0D9D"/>
    <w:rsid w:val="00AC7D0A"/>
    <w:rsid w:val="00B0609C"/>
    <w:rsid w:val="00B11D38"/>
    <w:rsid w:val="00B230C5"/>
    <w:rsid w:val="00B81208"/>
    <w:rsid w:val="00BE310A"/>
    <w:rsid w:val="00BF0C75"/>
    <w:rsid w:val="00C26ED0"/>
    <w:rsid w:val="00C40E2D"/>
    <w:rsid w:val="00C857AC"/>
    <w:rsid w:val="00C875A8"/>
    <w:rsid w:val="00CB05C2"/>
    <w:rsid w:val="00CD0E4F"/>
    <w:rsid w:val="00CD7CB9"/>
    <w:rsid w:val="00CE6B24"/>
    <w:rsid w:val="00D25216"/>
    <w:rsid w:val="00D51FAC"/>
    <w:rsid w:val="00D922C8"/>
    <w:rsid w:val="00DF297B"/>
    <w:rsid w:val="00DF39F7"/>
    <w:rsid w:val="00E6365A"/>
    <w:rsid w:val="00E77140"/>
    <w:rsid w:val="00E8205C"/>
    <w:rsid w:val="00EB44CF"/>
    <w:rsid w:val="00EE269F"/>
    <w:rsid w:val="00F13848"/>
    <w:rsid w:val="00F36432"/>
    <w:rsid w:val="00F562EE"/>
    <w:rsid w:val="00F73642"/>
    <w:rsid w:val="00FD3047"/>
    <w:rsid w:val="00FD7D1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35430"/>
  <w15:docId w15:val="{41879768-FC04-4A6E-ADFE-F20022332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EFA"/>
    <w:pPr>
      <w:ind w:left="720"/>
      <w:contextualSpacing/>
    </w:pPr>
  </w:style>
  <w:style w:type="table" w:styleId="TableGrid">
    <w:name w:val="Table Grid"/>
    <w:basedOn w:val="TableNormal"/>
    <w:uiPriority w:val="39"/>
    <w:rsid w:val="00902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322B"/>
    <w:rPr>
      <w:color w:val="0563C1" w:themeColor="hyperlink"/>
      <w:u w:val="single"/>
    </w:rPr>
  </w:style>
  <w:style w:type="paragraph" w:styleId="BalloonText">
    <w:name w:val="Balloon Text"/>
    <w:basedOn w:val="Normal"/>
    <w:link w:val="BalloonTextChar"/>
    <w:uiPriority w:val="99"/>
    <w:semiHidden/>
    <w:unhideWhenUsed/>
    <w:rsid w:val="008727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748"/>
    <w:rPr>
      <w:rFonts w:ascii="Segoe UI" w:hAnsi="Segoe UI" w:cs="Segoe UI"/>
      <w:sz w:val="18"/>
      <w:szCs w:val="18"/>
    </w:rPr>
  </w:style>
  <w:style w:type="character" w:styleId="CommentReference">
    <w:name w:val="annotation reference"/>
    <w:basedOn w:val="DefaultParagraphFont"/>
    <w:uiPriority w:val="99"/>
    <w:semiHidden/>
    <w:unhideWhenUsed/>
    <w:rsid w:val="00AC7D0A"/>
    <w:rPr>
      <w:sz w:val="16"/>
      <w:szCs w:val="16"/>
    </w:rPr>
  </w:style>
  <w:style w:type="paragraph" w:styleId="CommentText">
    <w:name w:val="annotation text"/>
    <w:basedOn w:val="Normal"/>
    <w:link w:val="CommentTextChar"/>
    <w:uiPriority w:val="99"/>
    <w:semiHidden/>
    <w:unhideWhenUsed/>
    <w:rsid w:val="00AC7D0A"/>
    <w:pPr>
      <w:spacing w:line="240" w:lineRule="auto"/>
    </w:pPr>
    <w:rPr>
      <w:sz w:val="20"/>
      <w:szCs w:val="20"/>
    </w:rPr>
  </w:style>
  <w:style w:type="character" w:customStyle="1" w:styleId="CommentTextChar">
    <w:name w:val="Comment Text Char"/>
    <w:basedOn w:val="DefaultParagraphFont"/>
    <w:link w:val="CommentText"/>
    <w:uiPriority w:val="99"/>
    <w:semiHidden/>
    <w:rsid w:val="00AC7D0A"/>
    <w:rPr>
      <w:sz w:val="20"/>
      <w:szCs w:val="20"/>
    </w:rPr>
  </w:style>
  <w:style w:type="paragraph" w:styleId="CommentSubject">
    <w:name w:val="annotation subject"/>
    <w:basedOn w:val="CommentText"/>
    <w:next w:val="CommentText"/>
    <w:link w:val="CommentSubjectChar"/>
    <w:uiPriority w:val="99"/>
    <w:semiHidden/>
    <w:unhideWhenUsed/>
    <w:rsid w:val="00AC7D0A"/>
    <w:rPr>
      <w:b/>
      <w:bCs/>
    </w:rPr>
  </w:style>
  <w:style w:type="character" w:customStyle="1" w:styleId="CommentSubjectChar">
    <w:name w:val="Comment Subject Char"/>
    <w:basedOn w:val="CommentTextChar"/>
    <w:link w:val="CommentSubject"/>
    <w:uiPriority w:val="99"/>
    <w:semiHidden/>
    <w:rsid w:val="00AC7D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249306">
      <w:bodyDiv w:val="1"/>
      <w:marLeft w:val="0"/>
      <w:marRight w:val="0"/>
      <w:marTop w:val="0"/>
      <w:marBottom w:val="0"/>
      <w:divBdr>
        <w:top w:val="none" w:sz="0" w:space="0" w:color="auto"/>
        <w:left w:val="none" w:sz="0" w:space="0" w:color="auto"/>
        <w:bottom w:val="none" w:sz="0" w:space="0" w:color="auto"/>
        <w:right w:val="none" w:sz="0" w:space="0" w:color="auto"/>
      </w:divBdr>
      <w:divsChild>
        <w:div w:id="810899813">
          <w:marLeft w:val="0"/>
          <w:marRight w:val="0"/>
          <w:marTop w:val="0"/>
          <w:marBottom w:val="0"/>
          <w:divBdr>
            <w:top w:val="none" w:sz="0" w:space="0" w:color="auto"/>
            <w:left w:val="none" w:sz="0" w:space="0" w:color="auto"/>
            <w:bottom w:val="none" w:sz="0" w:space="0" w:color="auto"/>
            <w:right w:val="none" w:sz="0" w:space="0" w:color="auto"/>
          </w:divBdr>
        </w:div>
        <w:div w:id="300578014">
          <w:marLeft w:val="0"/>
          <w:marRight w:val="0"/>
          <w:marTop w:val="0"/>
          <w:marBottom w:val="0"/>
          <w:divBdr>
            <w:top w:val="none" w:sz="0" w:space="0" w:color="auto"/>
            <w:left w:val="none" w:sz="0" w:space="0" w:color="auto"/>
            <w:bottom w:val="none" w:sz="0" w:space="0" w:color="auto"/>
            <w:right w:val="none" w:sz="0" w:space="0" w:color="auto"/>
          </w:divBdr>
        </w:div>
        <w:div w:id="639767240">
          <w:marLeft w:val="0"/>
          <w:marRight w:val="0"/>
          <w:marTop w:val="0"/>
          <w:marBottom w:val="0"/>
          <w:divBdr>
            <w:top w:val="none" w:sz="0" w:space="0" w:color="auto"/>
            <w:left w:val="none" w:sz="0" w:space="0" w:color="auto"/>
            <w:bottom w:val="none" w:sz="0" w:space="0" w:color="auto"/>
            <w:right w:val="none" w:sz="0" w:space="0" w:color="auto"/>
          </w:divBdr>
        </w:div>
        <w:div w:id="213472178">
          <w:marLeft w:val="0"/>
          <w:marRight w:val="0"/>
          <w:marTop w:val="0"/>
          <w:marBottom w:val="0"/>
          <w:divBdr>
            <w:top w:val="none" w:sz="0" w:space="0" w:color="auto"/>
            <w:left w:val="none" w:sz="0" w:space="0" w:color="auto"/>
            <w:bottom w:val="none" w:sz="0" w:space="0" w:color="auto"/>
            <w:right w:val="none" w:sz="0" w:space="0" w:color="auto"/>
          </w:divBdr>
        </w:div>
        <w:div w:id="1710179411">
          <w:marLeft w:val="0"/>
          <w:marRight w:val="0"/>
          <w:marTop w:val="0"/>
          <w:marBottom w:val="0"/>
          <w:divBdr>
            <w:top w:val="none" w:sz="0" w:space="0" w:color="auto"/>
            <w:left w:val="none" w:sz="0" w:space="0" w:color="auto"/>
            <w:bottom w:val="none" w:sz="0" w:space="0" w:color="auto"/>
            <w:right w:val="none" w:sz="0" w:space="0" w:color="auto"/>
          </w:divBdr>
        </w:div>
        <w:div w:id="899754808">
          <w:marLeft w:val="0"/>
          <w:marRight w:val="0"/>
          <w:marTop w:val="0"/>
          <w:marBottom w:val="0"/>
          <w:divBdr>
            <w:top w:val="none" w:sz="0" w:space="0" w:color="auto"/>
            <w:left w:val="none" w:sz="0" w:space="0" w:color="auto"/>
            <w:bottom w:val="none" w:sz="0" w:space="0" w:color="auto"/>
            <w:right w:val="none" w:sz="0" w:space="0" w:color="auto"/>
          </w:divBdr>
        </w:div>
        <w:div w:id="221793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B8CD0017</Template>
  <TotalTime>1</TotalTime>
  <Pages>4</Pages>
  <Words>1252</Words>
  <Characters>7143</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Aoife Allen</dc:creator>
  <cp:keywords/>
  <dc:description/>
  <cp:lastModifiedBy>Allen, Aoife [HMPS]</cp:lastModifiedBy>
  <cp:revision>2</cp:revision>
  <cp:lastPrinted>2020-04-06T09:59:00Z</cp:lastPrinted>
  <dcterms:created xsi:type="dcterms:W3CDTF">2020-04-16T11:41:00Z</dcterms:created>
  <dcterms:modified xsi:type="dcterms:W3CDTF">2020-04-16T11:41:00Z</dcterms:modified>
</cp:coreProperties>
</file>